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DF4" w:rsidRDefault="00BC5DF4"/>
    <w:p w:rsidR="00473D5A" w:rsidRDefault="00473D5A"/>
    <w:p w:rsidR="00473D5A" w:rsidRDefault="00473D5A"/>
    <w:p w:rsidR="00473D5A" w:rsidRDefault="00473D5A">
      <w:r>
        <w:t>Adnbfg.kabdg.kabdvkbajgk</w:t>
      </w:r>
      <w:bookmarkStart w:id="0" w:name="_GoBack"/>
      <w:bookmarkEnd w:id="0"/>
    </w:p>
    <w:p w:rsidR="00E2608D" w:rsidRDefault="00E2608D"/>
    <w:sectPr w:rsidR="00E2608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CE7" w:rsidRDefault="00A11CE7" w:rsidP="00047071">
      <w:pPr>
        <w:spacing w:after="0" w:line="240" w:lineRule="auto"/>
      </w:pPr>
      <w:r>
        <w:separator/>
      </w:r>
    </w:p>
  </w:endnote>
  <w:endnote w:type="continuationSeparator" w:id="0">
    <w:p w:rsidR="00A11CE7" w:rsidRDefault="00A11CE7" w:rsidP="0004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58251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37961" w:rsidRDefault="004379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3D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C18FA" w:rsidRDefault="00F63E14">
    <w:pPr>
      <w:pStyle w:val="Footer"/>
    </w:pPr>
    <w:r>
      <w:t>Dátum 2.2.2015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CE7" w:rsidRDefault="00A11CE7" w:rsidP="00047071">
      <w:pPr>
        <w:spacing w:after="0" w:line="240" w:lineRule="auto"/>
      </w:pPr>
      <w:r>
        <w:separator/>
      </w:r>
    </w:p>
  </w:footnote>
  <w:footnote w:type="continuationSeparator" w:id="0">
    <w:p w:rsidR="00A11CE7" w:rsidRDefault="00A11CE7" w:rsidP="0004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071" w:rsidRDefault="00455040" w:rsidP="00FD0434">
    <w:pPr>
      <w:pStyle w:val="Header"/>
      <w:tabs>
        <w:tab w:val="clear" w:pos="4536"/>
        <w:tab w:val="center" w:pos="3686"/>
      </w:tabs>
    </w:pPr>
    <w:r>
      <w:t xml:space="preserve">  </w:t>
    </w:r>
    <w:r w:rsidR="00CF009F">
      <w:rPr>
        <w:noProof/>
        <w:lang w:eastAsia="sk-SK"/>
      </w:rPr>
      <w:drawing>
        <wp:inline distT="0" distB="0" distL="0" distR="0" wp14:anchorId="097CEC4A" wp14:editId="188190DA">
          <wp:extent cx="1092200" cy="819150"/>
          <wp:effectExtent l="171450" t="171450" r="374650" b="36195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ulip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81915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D43BB">
      <w:t xml:space="preserve">NBS I. </w:t>
    </w:r>
    <w:proofErr w:type="spellStart"/>
    <w:r w:rsidR="004D43BB">
      <w:t>Karvaša</w:t>
    </w:r>
    <w:proofErr w:type="spellEnd"/>
    <w:r w:rsidR="004D43BB">
      <w:t xml:space="preserve"> 1, Bratislava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D5A"/>
    <w:rsid w:val="000212B4"/>
    <w:rsid w:val="00047071"/>
    <w:rsid w:val="0005284A"/>
    <w:rsid w:val="0013605E"/>
    <w:rsid w:val="001C2EFA"/>
    <w:rsid w:val="003B5D73"/>
    <w:rsid w:val="00437961"/>
    <w:rsid w:val="00455040"/>
    <w:rsid w:val="004707AB"/>
    <w:rsid w:val="00473D5A"/>
    <w:rsid w:val="004C6293"/>
    <w:rsid w:val="004D43BB"/>
    <w:rsid w:val="00530CF2"/>
    <w:rsid w:val="00643AC8"/>
    <w:rsid w:val="006677DE"/>
    <w:rsid w:val="006C18FA"/>
    <w:rsid w:val="00814C67"/>
    <w:rsid w:val="009E2A36"/>
    <w:rsid w:val="00A11CE7"/>
    <w:rsid w:val="00A40961"/>
    <w:rsid w:val="00BC5DF4"/>
    <w:rsid w:val="00C02F8B"/>
    <w:rsid w:val="00CB0D62"/>
    <w:rsid w:val="00CF009F"/>
    <w:rsid w:val="00E2608D"/>
    <w:rsid w:val="00EA24E5"/>
    <w:rsid w:val="00F63E14"/>
    <w:rsid w:val="00FD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071"/>
  </w:style>
  <w:style w:type="paragraph" w:styleId="Footer">
    <w:name w:val="footer"/>
    <w:basedOn w:val="Normal"/>
    <w:link w:val="FooterChar"/>
    <w:uiPriority w:val="99"/>
    <w:unhideWhenUsed/>
    <w:rsid w:val="0004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071"/>
  </w:style>
  <w:style w:type="paragraph" w:styleId="BalloonText">
    <w:name w:val="Balloon Text"/>
    <w:basedOn w:val="Normal"/>
    <w:link w:val="BalloonTextChar"/>
    <w:uiPriority w:val="99"/>
    <w:semiHidden/>
    <w:unhideWhenUsed/>
    <w:rsid w:val="00CF0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0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071"/>
  </w:style>
  <w:style w:type="paragraph" w:styleId="Footer">
    <w:name w:val="footer"/>
    <w:basedOn w:val="Normal"/>
    <w:link w:val="FooterChar"/>
    <w:uiPriority w:val="99"/>
    <w:unhideWhenUsed/>
    <w:rsid w:val="0004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071"/>
  </w:style>
  <w:style w:type="paragraph" w:styleId="BalloonText">
    <w:name w:val="Balloon Text"/>
    <w:basedOn w:val="Normal"/>
    <w:link w:val="BalloonTextChar"/>
    <w:uiPriority w:val="99"/>
    <w:semiHidden/>
    <w:unhideWhenUsed/>
    <w:rsid w:val="00CF0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0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udent7\Desktop\&#352;kolenie%20Microsoft%20Word\vzory\Hlavi&#269;kolv&#253;%20dok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8384F-F481-409E-92C9-2D7127E0C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Hlavičkolvý dokument.dotx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Student7</dc:creator>
  <cp:lastModifiedBy>Student7</cp:lastModifiedBy>
  <cp:revision>1</cp:revision>
  <dcterms:created xsi:type="dcterms:W3CDTF">2015-02-03T12:47:00Z</dcterms:created>
  <dcterms:modified xsi:type="dcterms:W3CDTF">2015-02-03T12:47:00Z</dcterms:modified>
</cp:coreProperties>
</file>